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184AA58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5E0711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078D5E70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/</w:t>
      </w:r>
      <w:r w:rsidR="005E0711">
        <w:rPr>
          <w:rFonts w:asciiTheme="majorHAnsi" w:eastAsia="Times New Roman" w:hAnsiTheme="majorHAnsi" w:cs="Times New Roman"/>
          <w:highlight w:val="green"/>
          <w:lang w:eastAsia="cs-CZ"/>
        </w:rPr>
        <w:t>nebo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B48C" w14:textId="7AC78E5E" w:rsidR="005E0711" w:rsidRDefault="005E071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4ADB498" wp14:editId="081ADE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724500473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76C98D" w14:textId="271F14F8" w:rsidR="005E0711" w:rsidRPr="005E0711" w:rsidRDefault="005E0711" w:rsidP="005E0711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E071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DB498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4B76C98D" w14:textId="271F14F8" w:rsidR="005E0711" w:rsidRPr="005E0711" w:rsidRDefault="005E0711" w:rsidP="005E0711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E071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3A069773" w:rsidR="00F1715C" w:rsidRPr="00B8518B" w:rsidRDefault="005E0711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29ECF809" wp14:editId="09C5DC23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80579688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8662C3" w14:textId="7287B239" w:rsidR="005E0711" w:rsidRPr="005E0711" w:rsidRDefault="005E0711" w:rsidP="005E0711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E0711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9ECF80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448662C3" w14:textId="7287B239" w:rsidR="005E0711" w:rsidRPr="005E0711" w:rsidRDefault="005E0711" w:rsidP="005E0711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E071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6FA2F17C" w:rsidR="00F1715C" w:rsidRPr="00B8518B" w:rsidRDefault="005E0711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59171450" wp14:editId="1B30386C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385559477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F70B06" w14:textId="456EDA84" w:rsidR="005E0711" w:rsidRPr="005E0711" w:rsidRDefault="005E0711" w:rsidP="005E0711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5E0711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917145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9F70B06" w14:textId="456EDA84" w:rsidR="005E0711" w:rsidRPr="005E0711" w:rsidRDefault="005E0711" w:rsidP="005E0711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E071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0711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31F06"/>
    <w:rsid w:val="00743525"/>
    <w:rsid w:val="0076286B"/>
    <w:rsid w:val="00766846"/>
    <w:rsid w:val="0077673A"/>
    <w:rsid w:val="007846E1"/>
    <w:rsid w:val="0079313A"/>
    <w:rsid w:val="007B570C"/>
    <w:rsid w:val="007C589B"/>
    <w:rsid w:val="007E060E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Nevřalová Marta</cp:lastModifiedBy>
  <cp:revision>9</cp:revision>
  <cp:lastPrinted>2017-11-28T17:18:00Z</cp:lastPrinted>
  <dcterms:created xsi:type="dcterms:W3CDTF">2023-09-13T10:54:00Z</dcterms:created>
  <dcterms:modified xsi:type="dcterms:W3CDTF">2025-05-27T11:03:00Z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5295f5b5,2b2efff9,6ba24613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